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DFD" w:rsidRDefault="00F91DFD">
      <w:pPr>
        <w:rPr>
          <w:sz w:val="56"/>
        </w:rPr>
      </w:pPr>
    </w:p>
    <w:p w:rsidR="00F91DFD" w:rsidRPr="00713044" w:rsidRDefault="00175DDD" w:rsidP="00713044">
      <w:pPr>
        <w:jc w:val="center"/>
        <w:rPr>
          <w:sz w:val="56"/>
        </w:rPr>
      </w:pPr>
      <w:r>
        <w:rPr>
          <w:sz w:val="56"/>
        </w:rPr>
        <w:t xml:space="preserve">GCSE </w:t>
      </w:r>
      <w:r w:rsidR="00F91DFD">
        <w:rPr>
          <w:sz w:val="56"/>
        </w:rPr>
        <w:t>(9</w:t>
      </w:r>
      <w:r w:rsidR="005655C5">
        <w:rPr>
          <w:sz w:val="56"/>
        </w:rPr>
        <w:t>-</w:t>
      </w:r>
      <w:r w:rsidR="00AC6001">
        <w:rPr>
          <w:sz w:val="56"/>
        </w:rPr>
        <w:t>1)</w:t>
      </w:r>
      <w:r>
        <w:rPr>
          <w:sz w:val="56"/>
        </w:rPr>
        <w:t xml:space="preserve"> </w:t>
      </w:r>
      <w:r w:rsidR="00FF14C0">
        <w:rPr>
          <w:sz w:val="56"/>
        </w:rPr>
        <w:t>Biology</w:t>
      </w:r>
    </w:p>
    <w:p w:rsidR="00465002" w:rsidRDefault="00FF14C0" w:rsidP="00F91DFD">
      <w:pPr>
        <w:jc w:val="center"/>
        <w:rPr>
          <w:sz w:val="96"/>
        </w:rPr>
      </w:pPr>
      <w:r>
        <w:rPr>
          <w:sz w:val="96"/>
        </w:rPr>
        <w:t>Key concepts in Biology</w:t>
      </w:r>
    </w:p>
    <w:p w:rsidR="00FF14C0" w:rsidRPr="00A53B86" w:rsidRDefault="00FF14C0" w:rsidP="00F91DFD">
      <w:pPr>
        <w:jc w:val="center"/>
        <w:rPr>
          <w:sz w:val="96"/>
        </w:rPr>
      </w:pPr>
    </w:p>
    <w:p w:rsidR="00FF14C0" w:rsidRDefault="00FF14C0" w:rsidP="00FF14C0">
      <w:pPr>
        <w:jc w:val="center"/>
        <w:rPr>
          <w:sz w:val="56"/>
          <w:szCs w:val="56"/>
        </w:rPr>
      </w:pPr>
      <w:r w:rsidRPr="00746E4E">
        <w:rPr>
          <w:sz w:val="56"/>
          <w:szCs w:val="56"/>
        </w:rPr>
        <w:t>Specification/Revision Checklist</w:t>
      </w:r>
    </w:p>
    <w:p w:rsidR="000B4DA4" w:rsidRDefault="000B4DA4" w:rsidP="00A2508F">
      <w:pPr>
        <w:jc w:val="center"/>
        <w:rPr>
          <w:sz w:val="40"/>
        </w:rPr>
      </w:pPr>
    </w:p>
    <w:p w:rsidR="00FF14C0" w:rsidRDefault="00FF14C0" w:rsidP="00A2508F">
      <w:pPr>
        <w:jc w:val="center"/>
        <w:rPr>
          <w:sz w:val="40"/>
        </w:rPr>
      </w:pPr>
    </w:p>
    <w:p w:rsidR="000B4DA4" w:rsidRDefault="000B4DA4" w:rsidP="000B4DA4">
      <w:pPr>
        <w:jc w:val="center"/>
        <w:rPr>
          <w:sz w:val="40"/>
        </w:rPr>
      </w:pPr>
      <w:r>
        <w:rPr>
          <w:noProof/>
          <w:sz w:val="48"/>
          <w:lang w:eastAsia="en-GB"/>
        </w:rPr>
        <w:drawing>
          <wp:inline distT="0" distB="0" distL="0" distR="0" wp14:anchorId="66FBBFA5" wp14:editId="62F3FA60">
            <wp:extent cx="5317189" cy="29908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nion cells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2483" cy="2988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14C0" w:rsidRDefault="00FF14C0" w:rsidP="000B4DA4">
      <w:pPr>
        <w:jc w:val="center"/>
        <w:rPr>
          <w:sz w:val="40"/>
        </w:rPr>
      </w:pPr>
    </w:p>
    <w:p w:rsidR="000B4DA4" w:rsidRDefault="000B4DA4" w:rsidP="005655C5">
      <w:pPr>
        <w:rPr>
          <w:sz w:val="28"/>
          <w:szCs w:val="28"/>
        </w:rPr>
      </w:pPr>
    </w:p>
    <w:p w:rsidR="005655C5" w:rsidRPr="005655C5" w:rsidRDefault="005655C5" w:rsidP="005655C5">
      <w:pPr>
        <w:rPr>
          <w:sz w:val="48"/>
        </w:rPr>
      </w:pPr>
      <w:proofErr w:type="gramStart"/>
      <w:r>
        <w:rPr>
          <w:sz w:val="28"/>
          <w:szCs w:val="28"/>
        </w:rPr>
        <w:lastRenderedPageBreak/>
        <w:t>T</w:t>
      </w:r>
      <w:r w:rsidRPr="005655C5">
        <w:rPr>
          <w:sz w:val="28"/>
          <w:szCs w:val="28"/>
        </w:rPr>
        <w:t>opic checklist.</w:t>
      </w:r>
      <w:proofErr w:type="gramEnd"/>
      <w:r w:rsidRPr="005655C5">
        <w:rPr>
          <w:sz w:val="28"/>
          <w:szCs w:val="28"/>
        </w:rPr>
        <w:t xml:space="preserve"> I can ….</w:t>
      </w:r>
    </w:p>
    <w:tbl>
      <w:tblPr>
        <w:tblStyle w:val="TableGrid"/>
        <w:tblpPr w:leftFromText="180" w:rightFromText="180" w:horzAnchor="margin" w:tblpY="600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820"/>
        <w:gridCol w:w="965"/>
        <w:gridCol w:w="846"/>
        <w:gridCol w:w="816"/>
        <w:gridCol w:w="1095"/>
      </w:tblGrid>
      <w:tr w:rsidR="005655C5" w:rsidTr="005F02E7">
        <w:trPr>
          <w:trHeight w:val="1270"/>
        </w:trPr>
        <w:tc>
          <w:tcPr>
            <w:tcW w:w="1242" w:type="dxa"/>
          </w:tcPr>
          <w:p w:rsidR="005655C5" w:rsidRPr="00E803EE" w:rsidRDefault="005655C5" w:rsidP="005F02E7">
            <w:pPr>
              <w:rPr>
                <w:sz w:val="24"/>
                <w:szCs w:val="24"/>
              </w:rPr>
            </w:pPr>
            <w:r w:rsidRPr="00E803EE">
              <w:rPr>
                <w:sz w:val="24"/>
                <w:szCs w:val="24"/>
              </w:rPr>
              <w:t>Reference</w:t>
            </w:r>
          </w:p>
        </w:tc>
        <w:tc>
          <w:tcPr>
            <w:tcW w:w="4820" w:type="dxa"/>
          </w:tcPr>
          <w:p w:rsidR="005655C5" w:rsidRPr="00E803EE" w:rsidRDefault="005655C5" w:rsidP="005F02E7">
            <w:pPr>
              <w:rPr>
                <w:sz w:val="24"/>
                <w:szCs w:val="24"/>
              </w:rPr>
            </w:pPr>
            <w:r w:rsidRPr="00E803EE">
              <w:rPr>
                <w:sz w:val="24"/>
                <w:szCs w:val="24"/>
              </w:rPr>
              <w:t>Description</w:t>
            </w:r>
          </w:p>
        </w:tc>
        <w:tc>
          <w:tcPr>
            <w:tcW w:w="965" w:type="dxa"/>
          </w:tcPr>
          <w:p w:rsidR="005655C5" w:rsidRDefault="005655C5" w:rsidP="005F02E7">
            <w:pPr>
              <w:jc w:val="center"/>
              <w:rPr>
                <w:sz w:val="16"/>
                <w:szCs w:val="16"/>
              </w:rPr>
            </w:pPr>
            <w:r w:rsidRPr="005655C5">
              <w:rPr>
                <w:sz w:val="16"/>
                <w:szCs w:val="16"/>
              </w:rPr>
              <w:t>I understand this</w:t>
            </w:r>
          </w:p>
          <w:p w:rsidR="005655C5" w:rsidRPr="005655C5" w:rsidRDefault="005655C5" w:rsidP="005F02E7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7F52DCE0" wp14:editId="28F06EBE">
                  <wp:extent cx="401512" cy="398834"/>
                  <wp:effectExtent l="0" t="0" r="0" b="127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mile-clipart-black-and-white-emotions-faces-clip-art-40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01512" cy="3988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" w:type="dxa"/>
          </w:tcPr>
          <w:p w:rsidR="005655C5" w:rsidRDefault="005655C5" w:rsidP="005F02E7">
            <w:pPr>
              <w:jc w:val="center"/>
              <w:rPr>
                <w:sz w:val="16"/>
              </w:rPr>
            </w:pPr>
            <w:r w:rsidRPr="003839E8">
              <w:rPr>
                <w:sz w:val="16"/>
              </w:rPr>
              <w:t>I need to check this</w:t>
            </w:r>
          </w:p>
          <w:p w:rsidR="005655C5" w:rsidRDefault="005655C5" w:rsidP="005F02E7">
            <w:r>
              <w:rPr>
                <w:noProof/>
                <w:lang w:eastAsia="en-GB"/>
              </w:rPr>
              <w:drawing>
                <wp:inline distT="0" distB="0" distL="0" distR="0" wp14:anchorId="2AD5421F" wp14:editId="52566398">
                  <wp:extent cx="398834" cy="398834"/>
                  <wp:effectExtent l="0" t="0" r="1270" b="127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lipart-smiley-face-unsure-smiley-face-md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679" cy="394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</w:tcPr>
          <w:p w:rsidR="005655C5" w:rsidRDefault="005655C5" w:rsidP="005F02E7">
            <w:pPr>
              <w:jc w:val="center"/>
              <w:rPr>
                <w:sz w:val="16"/>
              </w:rPr>
            </w:pPr>
            <w:r w:rsidRPr="003839E8">
              <w:rPr>
                <w:sz w:val="16"/>
              </w:rPr>
              <w:t>I need help with this</w:t>
            </w:r>
          </w:p>
          <w:p w:rsidR="005655C5" w:rsidRDefault="005655C5" w:rsidP="005F02E7">
            <w:r>
              <w:rPr>
                <w:noProof/>
                <w:sz w:val="24"/>
                <w:szCs w:val="24"/>
                <w:lang w:eastAsia="en-GB"/>
              </w:rPr>
              <w:drawing>
                <wp:inline distT="0" distB="0" distL="0" distR="0" wp14:anchorId="5737B13C" wp14:editId="0E971DAC">
                  <wp:extent cx="379379" cy="379379"/>
                  <wp:effectExtent l="0" t="0" r="1905" b="1905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esidency-clipart-black-and-white-sad-face-md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5607" cy="3756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5" w:type="dxa"/>
          </w:tcPr>
          <w:p w:rsidR="005655C5" w:rsidRDefault="005655C5" w:rsidP="005F02E7">
            <w:pPr>
              <w:jc w:val="center"/>
              <w:rPr>
                <w:sz w:val="28"/>
              </w:rPr>
            </w:pPr>
            <w:r w:rsidRPr="003839E8">
              <w:rPr>
                <w:sz w:val="28"/>
              </w:rPr>
              <w:t>Revised</w:t>
            </w:r>
          </w:p>
          <w:p w:rsidR="005655C5" w:rsidRDefault="005655C5" w:rsidP="005F02E7">
            <w:pPr>
              <w:rPr>
                <w:noProof/>
                <w:sz w:val="24"/>
                <w:szCs w:val="24"/>
                <w:lang w:eastAsia="en-GB"/>
              </w:rPr>
            </w:pPr>
            <w:r>
              <w:rPr>
                <w:noProof/>
                <w:color w:val="0000FF"/>
                <w:lang w:eastAsia="en-GB"/>
              </w:rPr>
              <w:drawing>
                <wp:inline distT="0" distB="0" distL="0" distR="0" wp14:anchorId="5659FEEA" wp14:editId="55953006">
                  <wp:extent cx="535021" cy="557808"/>
                  <wp:effectExtent l="0" t="0" r="0" b="0"/>
                  <wp:docPr id="28" name="Picture 28" descr="http://www.clipartbest.com/cliparts/nTE/64d/nTE64d8TA.pn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clipartbest.com/cliparts/nTE/64d/nTE64d8TA.pn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5021" cy="5578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4DA4" w:rsidRPr="00CC2FAA" w:rsidTr="005F02E7">
        <w:trPr>
          <w:trHeight w:val="1270"/>
        </w:trPr>
        <w:tc>
          <w:tcPr>
            <w:tcW w:w="1242" w:type="dxa"/>
          </w:tcPr>
          <w:p w:rsidR="000B4DA4" w:rsidRPr="00CC2FAA" w:rsidRDefault="000B4DA4" w:rsidP="00CC2FAA">
            <w:r w:rsidRPr="00CC2FAA">
              <w:t>1.1</w:t>
            </w:r>
          </w:p>
        </w:tc>
        <w:tc>
          <w:tcPr>
            <w:tcW w:w="4820" w:type="dxa"/>
          </w:tcPr>
          <w:p w:rsidR="00BB22C5" w:rsidRPr="00CD4091" w:rsidRDefault="00BB22C5" w:rsidP="00CC2FAA">
            <w:pPr>
              <w:rPr>
                <w:rFonts w:eastAsia="Times New Roman"/>
                <w:color w:val="333333"/>
                <w:sz w:val="24"/>
                <w:szCs w:val="24"/>
                <w:lang w:eastAsia="en-GB"/>
              </w:rPr>
            </w:pPr>
            <w:r w:rsidRPr="00CD4091">
              <w:rPr>
                <w:rFonts w:eastAsia="Times New Roman"/>
                <w:color w:val="333333"/>
                <w:sz w:val="24"/>
                <w:szCs w:val="24"/>
                <w:lang w:eastAsia="en-GB"/>
              </w:rPr>
              <w:t>Explain how the sub-cellular structures of eukaryotic and prokaryotic cells are related to their functions, including:</w:t>
            </w:r>
          </w:p>
          <w:p w:rsidR="00BB22C5" w:rsidRPr="00CD4091" w:rsidRDefault="00BB22C5" w:rsidP="00CC2FAA">
            <w:pPr>
              <w:rPr>
                <w:rFonts w:eastAsia="Times New Roman"/>
                <w:color w:val="333333"/>
                <w:sz w:val="24"/>
                <w:szCs w:val="24"/>
                <w:lang w:eastAsia="en-GB"/>
              </w:rPr>
            </w:pPr>
            <w:r w:rsidRPr="00CD4091">
              <w:rPr>
                <w:rFonts w:eastAsia="Times New Roman"/>
                <w:color w:val="333333"/>
                <w:sz w:val="24"/>
                <w:szCs w:val="24"/>
                <w:lang w:eastAsia="en-GB"/>
              </w:rPr>
              <w:t>(a) animal cells − nucleus, cell membrane, mitochondria and ribosomes</w:t>
            </w:r>
          </w:p>
          <w:p w:rsidR="00BB22C5" w:rsidRPr="00CD4091" w:rsidRDefault="00BB22C5" w:rsidP="00CC2FAA">
            <w:pPr>
              <w:rPr>
                <w:rFonts w:eastAsia="Times New Roman"/>
                <w:color w:val="333333"/>
                <w:sz w:val="24"/>
                <w:szCs w:val="24"/>
                <w:lang w:eastAsia="en-GB"/>
              </w:rPr>
            </w:pPr>
            <w:r w:rsidRPr="00CD4091">
              <w:rPr>
                <w:rFonts w:eastAsia="Times New Roman"/>
                <w:color w:val="333333"/>
                <w:sz w:val="24"/>
                <w:szCs w:val="24"/>
                <w:lang w:eastAsia="en-GB"/>
              </w:rPr>
              <w:t>(b) plant cells − nucleus, cell membrane, cell wall, chloropla</w:t>
            </w:r>
            <w:r w:rsidR="005377CD" w:rsidRPr="00CD4091">
              <w:rPr>
                <w:rFonts w:eastAsia="Times New Roman"/>
                <w:color w:val="333333"/>
                <w:sz w:val="24"/>
                <w:szCs w:val="24"/>
                <w:lang w:eastAsia="en-GB"/>
              </w:rPr>
              <w:t>sts, mitochondria and ribosomes</w:t>
            </w:r>
          </w:p>
          <w:p w:rsidR="005377CD" w:rsidRPr="00CD4091" w:rsidRDefault="005377CD" w:rsidP="00CC2FAA">
            <w:pPr>
              <w:rPr>
                <w:rFonts w:eastAsia="Times New Roman"/>
                <w:color w:val="333333"/>
                <w:sz w:val="24"/>
                <w:szCs w:val="24"/>
                <w:lang w:eastAsia="en-GB"/>
              </w:rPr>
            </w:pPr>
            <w:r w:rsidRPr="00CD4091">
              <w:rPr>
                <w:color w:val="333333"/>
                <w:sz w:val="24"/>
                <w:szCs w:val="24"/>
              </w:rPr>
              <w:t xml:space="preserve">(c) </w:t>
            </w:r>
            <w:proofErr w:type="gramStart"/>
            <w:r w:rsidRPr="00CD4091">
              <w:rPr>
                <w:color w:val="333333"/>
                <w:sz w:val="24"/>
                <w:szCs w:val="24"/>
              </w:rPr>
              <w:t>bacteria</w:t>
            </w:r>
            <w:proofErr w:type="gramEnd"/>
            <w:r w:rsidRPr="00CD4091">
              <w:rPr>
                <w:color w:val="333333"/>
                <w:sz w:val="24"/>
                <w:szCs w:val="24"/>
              </w:rPr>
              <w:t xml:space="preserve"> – chromosomal DNA, plasmid DNA, cell membrane, ribosomes and flagella.</w:t>
            </w:r>
          </w:p>
          <w:p w:rsidR="000B4DA4" w:rsidRPr="00CD4091" w:rsidRDefault="000B4DA4" w:rsidP="00CC2FAA">
            <w:pPr>
              <w:rPr>
                <w:sz w:val="24"/>
                <w:szCs w:val="24"/>
              </w:rPr>
            </w:pPr>
          </w:p>
        </w:tc>
        <w:tc>
          <w:tcPr>
            <w:tcW w:w="965" w:type="dxa"/>
          </w:tcPr>
          <w:p w:rsidR="000B4DA4" w:rsidRPr="00CD4091" w:rsidRDefault="000B4DA4" w:rsidP="00CC2FAA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0B4DA4" w:rsidRPr="00CC2FAA" w:rsidRDefault="000B4DA4" w:rsidP="00CC2FAA"/>
        </w:tc>
        <w:tc>
          <w:tcPr>
            <w:tcW w:w="816" w:type="dxa"/>
          </w:tcPr>
          <w:p w:rsidR="000B4DA4" w:rsidRPr="00CC2FAA" w:rsidRDefault="000B4DA4" w:rsidP="00CC2FAA"/>
        </w:tc>
        <w:tc>
          <w:tcPr>
            <w:tcW w:w="1095" w:type="dxa"/>
          </w:tcPr>
          <w:p w:rsidR="000B4DA4" w:rsidRPr="00CC2FAA" w:rsidRDefault="000B4DA4" w:rsidP="00CC2FAA"/>
        </w:tc>
      </w:tr>
      <w:tr w:rsidR="000B4DA4" w:rsidRPr="00CC2FAA" w:rsidTr="005F02E7">
        <w:trPr>
          <w:trHeight w:val="1270"/>
        </w:trPr>
        <w:tc>
          <w:tcPr>
            <w:tcW w:w="1242" w:type="dxa"/>
          </w:tcPr>
          <w:p w:rsidR="000B4DA4" w:rsidRPr="00CC2FAA" w:rsidRDefault="000B4DA4" w:rsidP="00CC2FAA">
            <w:r w:rsidRPr="00CC2FAA">
              <w:t>1.2</w:t>
            </w:r>
          </w:p>
        </w:tc>
        <w:tc>
          <w:tcPr>
            <w:tcW w:w="4820" w:type="dxa"/>
          </w:tcPr>
          <w:p w:rsidR="00BB22C5" w:rsidRPr="00CD4091" w:rsidRDefault="00BB22C5" w:rsidP="00CC2FAA">
            <w:pPr>
              <w:rPr>
                <w:color w:val="333333"/>
                <w:sz w:val="24"/>
                <w:szCs w:val="24"/>
              </w:rPr>
            </w:pPr>
            <w:r w:rsidRPr="00CD4091">
              <w:rPr>
                <w:color w:val="333333"/>
                <w:sz w:val="24"/>
                <w:szCs w:val="24"/>
              </w:rPr>
              <w:t xml:space="preserve">Describe how specialised cells are adapted to their function, including </w:t>
            </w:r>
          </w:p>
          <w:p w:rsidR="00BB22C5" w:rsidRPr="00CD4091" w:rsidRDefault="00BB22C5" w:rsidP="00CC2FAA">
            <w:pPr>
              <w:rPr>
                <w:color w:val="333333"/>
                <w:sz w:val="24"/>
                <w:szCs w:val="24"/>
              </w:rPr>
            </w:pPr>
            <w:r w:rsidRPr="00CD4091">
              <w:rPr>
                <w:color w:val="333333"/>
                <w:sz w:val="24"/>
                <w:szCs w:val="24"/>
              </w:rPr>
              <w:t xml:space="preserve">(a) sperm cells – acrosome, haploid nucleus, mitochondria and tail, </w:t>
            </w:r>
          </w:p>
          <w:p w:rsidR="00BB22C5" w:rsidRPr="00CD4091" w:rsidRDefault="00BB22C5" w:rsidP="00CC2FAA">
            <w:pPr>
              <w:rPr>
                <w:color w:val="333333"/>
                <w:sz w:val="24"/>
                <w:szCs w:val="24"/>
              </w:rPr>
            </w:pPr>
            <w:r w:rsidRPr="00CD4091">
              <w:rPr>
                <w:color w:val="333333"/>
                <w:sz w:val="24"/>
                <w:szCs w:val="24"/>
              </w:rPr>
              <w:t xml:space="preserve">(b) egg cells – nutrients in the cytoplasm, haploid nucleus and changes in the cell membrane after fertilisation, </w:t>
            </w:r>
          </w:p>
          <w:p w:rsidR="00BB22C5" w:rsidRPr="00CD4091" w:rsidRDefault="00BB22C5" w:rsidP="00CC2FAA">
            <w:pPr>
              <w:rPr>
                <w:sz w:val="24"/>
                <w:szCs w:val="24"/>
              </w:rPr>
            </w:pPr>
            <w:r w:rsidRPr="00CD4091">
              <w:rPr>
                <w:color w:val="333333"/>
                <w:sz w:val="24"/>
                <w:szCs w:val="24"/>
              </w:rPr>
              <w:t xml:space="preserve">(c) </w:t>
            </w:r>
            <w:proofErr w:type="gramStart"/>
            <w:r w:rsidRPr="00CD4091">
              <w:rPr>
                <w:color w:val="333333"/>
                <w:sz w:val="24"/>
                <w:szCs w:val="24"/>
              </w:rPr>
              <w:t>ciliated</w:t>
            </w:r>
            <w:proofErr w:type="gramEnd"/>
            <w:r w:rsidRPr="00CD4091">
              <w:rPr>
                <w:color w:val="333333"/>
                <w:sz w:val="24"/>
                <w:szCs w:val="24"/>
              </w:rPr>
              <w:t xml:space="preserve"> epithelial cells.</w:t>
            </w:r>
          </w:p>
        </w:tc>
        <w:tc>
          <w:tcPr>
            <w:tcW w:w="965" w:type="dxa"/>
          </w:tcPr>
          <w:p w:rsidR="000B4DA4" w:rsidRPr="00CD4091" w:rsidRDefault="000B4DA4" w:rsidP="00CC2FAA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0B4DA4" w:rsidRPr="00CC2FAA" w:rsidRDefault="000B4DA4" w:rsidP="00CC2FAA"/>
        </w:tc>
        <w:tc>
          <w:tcPr>
            <w:tcW w:w="816" w:type="dxa"/>
          </w:tcPr>
          <w:p w:rsidR="000B4DA4" w:rsidRPr="00CC2FAA" w:rsidRDefault="000B4DA4" w:rsidP="00CC2FAA"/>
        </w:tc>
        <w:tc>
          <w:tcPr>
            <w:tcW w:w="1095" w:type="dxa"/>
          </w:tcPr>
          <w:p w:rsidR="000B4DA4" w:rsidRPr="00CC2FAA" w:rsidRDefault="000B4DA4" w:rsidP="00CC2FAA"/>
        </w:tc>
      </w:tr>
      <w:tr w:rsidR="000B4DA4" w:rsidRPr="00CC2FAA" w:rsidTr="005F02E7">
        <w:trPr>
          <w:trHeight w:val="1270"/>
        </w:trPr>
        <w:tc>
          <w:tcPr>
            <w:tcW w:w="1242" w:type="dxa"/>
          </w:tcPr>
          <w:p w:rsidR="000B4DA4" w:rsidRPr="00CC2FAA" w:rsidRDefault="000B4DA4" w:rsidP="00CC2FAA">
            <w:r w:rsidRPr="00CC2FAA">
              <w:t>1.3</w:t>
            </w:r>
          </w:p>
        </w:tc>
        <w:tc>
          <w:tcPr>
            <w:tcW w:w="4820" w:type="dxa"/>
          </w:tcPr>
          <w:p w:rsidR="001A6491" w:rsidRPr="001A6491" w:rsidRDefault="001A6491" w:rsidP="001A6491">
            <w:pPr>
              <w:rPr>
                <w:sz w:val="24"/>
                <w:szCs w:val="24"/>
              </w:rPr>
            </w:pPr>
            <w:r w:rsidRPr="001A6491">
              <w:rPr>
                <w:sz w:val="24"/>
                <w:szCs w:val="24"/>
              </w:rPr>
              <w:t>Explain how cha</w:t>
            </w:r>
            <w:r>
              <w:rPr>
                <w:sz w:val="24"/>
                <w:szCs w:val="24"/>
              </w:rPr>
              <w:t xml:space="preserve">nges in microscope technology, </w:t>
            </w:r>
            <w:r w:rsidRPr="001A6491">
              <w:rPr>
                <w:sz w:val="24"/>
                <w:szCs w:val="24"/>
              </w:rPr>
              <w:t xml:space="preserve">including electron </w:t>
            </w:r>
            <w:r>
              <w:rPr>
                <w:sz w:val="24"/>
                <w:szCs w:val="24"/>
              </w:rPr>
              <w:t xml:space="preserve">microscopy, have enabled us to </w:t>
            </w:r>
            <w:r w:rsidRPr="001A6491">
              <w:rPr>
                <w:sz w:val="24"/>
                <w:szCs w:val="24"/>
              </w:rPr>
              <w:t xml:space="preserve">see cell structures and organelles with more clarity </w:t>
            </w:r>
            <w:r w:rsidRPr="001A6491">
              <w:rPr>
                <w:sz w:val="24"/>
                <w:szCs w:val="24"/>
              </w:rPr>
              <w:tab/>
              <w:t>and detail than in the past and i</w:t>
            </w:r>
            <w:r>
              <w:rPr>
                <w:sz w:val="24"/>
                <w:szCs w:val="24"/>
              </w:rPr>
              <w:t xml:space="preserve">ncreased our </w:t>
            </w:r>
            <w:bookmarkStart w:id="0" w:name="_GoBack"/>
            <w:bookmarkEnd w:id="0"/>
            <w:r w:rsidRPr="001A6491">
              <w:rPr>
                <w:sz w:val="24"/>
                <w:szCs w:val="24"/>
              </w:rPr>
              <w:t>understanding of the role</w:t>
            </w:r>
            <w:r w:rsidRPr="001A6491">
              <w:rPr>
                <w:b/>
                <w:bCs/>
                <w:sz w:val="24"/>
                <w:szCs w:val="24"/>
              </w:rPr>
              <w:t xml:space="preserve"> </w:t>
            </w:r>
            <w:r w:rsidRPr="001A6491">
              <w:rPr>
                <w:sz w:val="24"/>
                <w:szCs w:val="24"/>
              </w:rPr>
              <w:t>sub-cellular structures.</w:t>
            </w:r>
          </w:p>
          <w:p w:rsidR="00723EBA" w:rsidRPr="00CD4091" w:rsidRDefault="00723EBA" w:rsidP="00CC2FAA">
            <w:pPr>
              <w:rPr>
                <w:sz w:val="24"/>
                <w:szCs w:val="24"/>
              </w:rPr>
            </w:pPr>
          </w:p>
        </w:tc>
        <w:tc>
          <w:tcPr>
            <w:tcW w:w="965" w:type="dxa"/>
          </w:tcPr>
          <w:p w:rsidR="000B4DA4" w:rsidRPr="00CD4091" w:rsidRDefault="000B4DA4" w:rsidP="00CC2FAA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0B4DA4" w:rsidRPr="00CC2FAA" w:rsidRDefault="000B4DA4" w:rsidP="00CC2FAA"/>
        </w:tc>
        <w:tc>
          <w:tcPr>
            <w:tcW w:w="816" w:type="dxa"/>
          </w:tcPr>
          <w:p w:rsidR="000B4DA4" w:rsidRPr="00CC2FAA" w:rsidRDefault="000B4DA4" w:rsidP="00CC2FAA"/>
        </w:tc>
        <w:tc>
          <w:tcPr>
            <w:tcW w:w="1095" w:type="dxa"/>
          </w:tcPr>
          <w:p w:rsidR="000B4DA4" w:rsidRPr="00CC2FAA" w:rsidRDefault="000B4DA4" w:rsidP="00CC2FAA"/>
        </w:tc>
      </w:tr>
      <w:tr w:rsidR="000B4DA4" w:rsidRPr="00CC2FAA" w:rsidTr="005F02E7">
        <w:trPr>
          <w:trHeight w:val="1270"/>
        </w:trPr>
        <w:tc>
          <w:tcPr>
            <w:tcW w:w="1242" w:type="dxa"/>
          </w:tcPr>
          <w:p w:rsidR="000B4DA4" w:rsidRPr="00CC2FAA" w:rsidRDefault="000B4DA4" w:rsidP="00CC2FAA">
            <w:r w:rsidRPr="00CC2FAA">
              <w:t>1.4</w:t>
            </w:r>
          </w:p>
        </w:tc>
        <w:tc>
          <w:tcPr>
            <w:tcW w:w="4820" w:type="dxa"/>
          </w:tcPr>
          <w:p w:rsidR="000B4DA4" w:rsidRPr="00CD4091" w:rsidRDefault="00BB22C5" w:rsidP="00CC2FAA">
            <w:pPr>
              <w:rPr>
                <w:sz w:val="24"/>
                <w:szCs w:val="24"/>
              </w:rPr>
            </w:pPr>
            <w:r w:rsidRPr="00CD4091">
              <w:rPr>
                <w:sz w:val="24"/>
                <w:szCs w:val="24"/>
              </w:rPr>
              <w:t>Demonstrate an understanding of number, size and scale, including the use of estimations and explain when they should be used.</w:t>
            </w:r>
          </w:p>
        </w:tc>
        <w:tc>
          <w:tcPr>
            <w:tcW w:w="965" w:type="dxa"/>
          </w:tcPr>
          <w:p w:rsidR="000B4DA4" w:rsidRPr="00CD4091" w:rsidRDefault="000B4DA4" w:rsidP="00CC2FAA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0B4DA4" w:rsidRPr="00CC2FAA" w:rsidRDefault="000B4DA4" w:rsidP="00CC2FAA"/>
        </w:tc>
        <w:tc>
          <w:tcPr>
            <w:tcW w:w="816" w:type="dxa"/>
          </w:tcPr>
          <w:p w:rsidR="000B4DA4" w:rsidRPr="00CC2FAA" w:rsidRDefault="000B4DA4" w:rsidP="00CC2FAA"/>
        </w:tc>
        <w:tc>
          <w:tcPr>
            <w:tcW w:w="1095" w:type="dxa"/>
          </w:tcPr>
          <w:p w:rsidR="000B4DA4" w:rsidRPr="00CC2FAA" w:rsidRDefault="000B4DA4" w:rsidP="00CC2FAA"/>
        </w:tc>
      </w:tr>
      <w:tr w:rsidR="000B4DA4" w:rsidRPr="00CC2FAA" w:rsidTr="005F02E7">
        <w:trPr>
          <w:trHeight w:val="1270"/>
        </w:trPr>
        <w:tc>
          <w:tcPr>
            <w:tcW w:w="1242" w:type="dxa"/>
          </w:tcPr>
          <w:p w:rsidR="000B4DA4" w:rsidRPr="00CC2FAA" w:rsidRDefault="000B4DA4" w:rsidP="00CC2FAA">
            <w:r w:rsidRPr="00CC2FAA">
              <w:t>1.5</w:t>
            </w:r>
          </w:p>
        </w:tc>
        <w:tc>
          <w:tcPr>
            <w:tcW w:w="4820" w:type="dxa"/>
          </w:tcPr>
          <w:p w:rsidR="00BB22C5" w:rsidRPr="00CD4091" w:rsidRDefault="00BB22C5" w:rsidP="00CC2FAA">
            <w:pPr>
              <w:rPr>
                <w:sz w:val="24"/>
                <w:szCs w:val="24"/>
              </w:rPr>
            </w:pPr>
            <w:r w:rsidRPr="00CD4091">
              <w:rPr>
                <w:sz w:val="24"/>
                <w:szCs w:val="24"/>
              </w:rPr>
              <w:t xml:space="preserve">Demonstrate an understanding of the relationship between quantitative units, including: </w:t>
            </w:r>
          </w:p>
          <w:p w:rsidR="00BB22C5" w:rsidRPr="00CD4091" w:rsidRDefault="00BB22C5" w:rsidP="00CC2FAA">
            <w:pPr>
              <w:rPr>
                <w:sz w:val="24"/>
                <w:szCs w:val="24"/>
              </w:rPr>
            </w:pPr>
            <w:r w:rsidRPr="00CD4091">
              <w:rPr>
                <w:sz w:val="24"/>
                <w:szCs w:val="24"/>
              </w:rPr>
              <w:t xml:space="preserve">(a) </w:t>
            </w:r>
            <w:proofErr w:type="spellStart"/>
            <w:r w:rsidRPr="00CD4091">
              <w:rPr>
                <w:sz w:val="24"/>
                <w:szCs w:val="24"/>
              </w:rPr>
              <w:t>milli</w:t>
            </w:r>
            <w:proofErr w:type="spellEnd"/>
            <w:r w:rsidRPr="00CD4091">
              <w:rPr>
                <w:sz w:val="24"/>
                <w:szCs w:val="24"/>
              </w:rPr>
              <w:t xml:space="preserve"> (10-3), </w:t>
            </w:r>
          </w:p>
          <w:p w:rsidR="00BB22C5" w:rsidRPr="00CD4091" w:rsidRDefault="00BB22C5" w:rsidP="00CC2FAA">
            <w:pPr>
              <w:rPr>
                <w:sz w:val="24"/>
                <w:szCs w:val="24"/>
              </w:rPr>
            </w:pPr>
            <w:r w:rsidRPr="00CD4091">
              <w:rPr>
                <w:sz w:val="24"/>
                <w:szCs w:val="24"/>
              </w:rPr>
              <w:t xml:space="preserve">(b) micro (10-6), </w:t>
            </w:r>
          </w:p>
          <w:p w:rsidR="00BB22C5" w:rsidRPr="00CD4091" w:rsidRDefault="00BB22C5" w:rsidP="00CC2FAA">
            <w:pPr>
              <w:rPr>
                <w:sz w:val="24"/>
                <w:szCs w:val="24"/>
              </w:rPr>
            </w:pPr>
            <w:r w:rsidRPr="00CD4091">
              <w:rPr>
                <w:sz w:val="24"/>
                <w:szCs w:val="24"/>
              </w:rPr>
              <w:t xml:space="preserve">(c) </w:t>
            </w:r>
            <w:proofErr w:type="spellStart"/>
            <w:r w:rsidRPr="00CD4091">
              <w:rPr>
                <w:sz w:val="24"/>
                <w:szCs w:val="24"/>
              </w:rPr>
              <w:t>nano</w:t>
            </w:r>
            <w:proofErr w:type="spellEnd"/>
            <w:r w:rsidRPr="00CD4091">
              <w:rPr>
                <w:sz w:val="24"/>
                <w:szCs w:val="24"/>
              </w:rPr>
              <w:t xml:space="preserve"> (10-9), </w:t>
            </w:r>
          </w:p>
          <w:p w:rsidR="00BB22C5" w:rsidRPr="00CD4091" w:rsidRDefault="00BB22C5" w:rsidP="00CC2FAA">
            <w:pPr>
              <w:rPr>
                <w:sz w:val="24"/>
                <w:szCs w:val="24"/>
              </w:rPr>
            </w:pPr>
            <w:r w:rsidRPr="00CD4091">
              <w:rPr>
                <w:sz w:val="24"/>
                <w:szCs w:val="24"/>
              </w:rPr>
              <w:t xml:space="preserve">(d) </w:t>
            </w:r>
            <w:proofErr w:type="spellStart"/>
            <w:r w:rsidRPr="00CD4091">
              <w:rPr>
                <w:sz w:val="24"/>
                <w:szCs w:val="24"/>
              </w:rPr>
              <w:t>pico</w:t>
            </w:r>
            <w:proofErr w:type="spellEnd"/>
            <w:r w:rsidRPr="00CD4091">
              <w:rPr>
                <w:sz w:val="24"/>
                <w:szCs w:val="24"/>
              </w:rPr>
              <w:t xml:space="preserve"> (10-12)</w:t>
            </w:r>
          </w:p>
          <w:p w:rsidR="000B4DA4" w:rsidRPr="00CD4091" w:rsidRDefault="00BB22C5" w:rsidP="00CC2FAA">
            <w:pPr>
              <w:rPr>
                <w:sz w:val="24"/>
                <w:szCs w:val="24"/>
              </w:rPr>
            </w:pPr>
            <w:r w:rsidRPr="00CD4091">
              <w:rPr>
                <w:sz w:val="24"/>
                <w:szCs w:val="24"/>
              </w:rPr>
              <w:t xml:space="preserve">(e) </w:t>
            </w:r>
            <w:r w:rsidRPr="00CD4091">
              <w:rPr>
                <w:b/>
                <w:sz w:val="24"/>
                <w:szCs w:val="24"/>
              </w:rPr>
              <w:t xml:space="preserve">calculations with numbers </w:t>
            </w:r>
            <w:r w:rsidR="005377CD" w:rsidRPr="00CD4091">
              <w:rPr>
                <w:b/>
                <w:sz w:val="24"/>
                <w:szCs w:val="24"/>
              </w:rPr>
              <w:t xml:space="preserve">written </w:t>
            </w:r>
            <w:r w:rsidRPr="00CD4091">
              <w:rPr>
                <w:b/>
                <w:sz w:val="24"/>
                <w:szCs w:val="24"/>
              </w:rPr>
              <w:t>in standard form</w:t>
            </w:r>
          </w:p>
        </w:tc>
        <w:tc>
          <w:tcPr>
            <w:tcW w:w="965" w:type="dxa"/>
          </w:tcPr>
          <w:p w:rsidR="000B4DA4" w:rsidRPr="00CD4091" w:rsidRDefault="000B4DA4" w:rsidP="00CC2FAA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0B4DA4" w:rsidRPr="00CC2FAA" w:rsidRDefault="000B4DA4" w:rsidP="00CC2FAA"/>
        </w:tc>
        <w:tc>
          <w:tcPr>
            <w:tcW w:w="816" w:type="dxa"/>
          </w:tcPr>
          <w:p w:rsidR="000B4DA4" w:rsidRPr="00CC2FAA" w:rsidRDefault="000B4DA4" w:rsidP="00CC2FAA"/>
        </w:tc>
        <w:tc>
          <w:tcPr>
            <w:tcW w:w="1095" w:type="dxa"/>
          </w:tcPr>
          <w:p w:rsidR="000B4DA4" w:rsidRPr="00CC2FAA" w:rsidRDefault="000B4DA4" w:rsidP="00CC2FAA"/>
        </w:tc>
      </w:tr>
      <w:tr w:rsidR="000B4DA4" w:rsidRPr="00CC2FAA" w:rsidTr="005F02E7">
        <w:trPr>
          <w:trHeight w:val="1270"/>
        </w:trPr>
        <w:tc>
          <w:tcPr>
            <w:tcW w:w="1242" w:type="dxa"/>
          </w:tcPr>
          <w:p w:rsidR="000B4DA4" w:rsidRPr="00CC2FAA" w:rsidRDefault="000B4DA4" w:rsidP="00CC2FAA">
            <w:r w:rsidRPr="00CC2FAA">
              <w:lastRenderedPageBreak/>
              <w:t>1.6</w:t>
            </w:r>
          </w:p>
        </w:tc>
        <w:tc>
          <w:tcPr>
            <w:tcW w:w="4820" w:type="dxa"/>
          </w:tcPr>
          <w:p w:rsidR="000B4DA4" w:rsidRPr="00CD4091" w:rsidRDefault="00BB22C5" w:rsidP="00CC2FAA">
            <w:pPr>
              <w:rPr>
                <w:i/>
                <w:sz w:val="24"/>
                <w:szCs w:val="24"/>
              </w:rPr>
            </w:pPr>
            <w:r w:rsidRPr="00CD4091">
              <w:rPr>
                <w:i/>
                <w:sz w:val="24"/>
                <w:szCs w:val="24"/>
              </w:rPr>
              <w:t>Core Practical: Investigate biological specimens using microscopes, including magnification calculations and labelled scientific drawings from observations.</w:t>
            </w:r>
          </w:p>
        </w:tc>
        <w:tc>
          <w:tcPr>
            <w:tcW w:w="965" w:type="dxa"/>
          </w:tcPr>
          <w:p w:rsidR="000B4DA4" w:rsidRPr="00CD4091" w:rsidRDefault="000B4DA4" w:rsidP="00CC2FAA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0B4DA4" w:rsidRPr="00CC2FAA" w:rsidRDefault="000B4DA4" w:rsidP="00CC2FAA"/>
        </w:tc>
        <w:tc>
          <w:tcPr>
            <w:tcW w:w="816" w:type="dxa"/>
          </w:tcPr>
          <w:p w:rsidR="000B4DA4" w:rsidRPr="00CC2FAA" w:rsidRDefault="000B4DA4" w:rsidP="00CC2FAA"/>
        </w:tc>
        <w:tc>
          <w:tcPr>
            <w:tcW w:w="1095" w:type="dxa"/>
          </w:tcPr>
          <w:p w:rsidR="000B4DA4" w:rsidRPr="00CC2FAA" w:rsidRDefault="000B4DA4" w:rsidP="00CC2FAA"/>
        </w:tc>
      </w:tr>
      <w:tr w:rsidR="000B4DA4" w:rsidRPr="00CC2FAA" w:rsidTr="005F02E7">
        <w:trPr>
          <w:trHeight w:val="1270"/>
        </w:trPr>
        <w:tc>
          <w:tcPr>
            <w:tcW w:w="1242" w:type="dxa"/>
          </w:tcPr>
          <w:p w:rsidR="000B4DA4" w:rsidRPr="00CC2FAA" w:rsidRDefault="000B4DA4" w:rsidP="00CC2FAA">
            <w:r w:rsidRPr="00CC2FAA">
              <w:t>1.7</w:t>
            </w:r>
          </w:p>
        </w:tc>
        <w:tc>
          <w:tcPr>
            <w:tcW w:w="4820" w:type="dxa"/>
          </w:tcPr>
          <w:p w:rsidR="000B4DA4" w:rsidRPr="00CD4091" w:rsidRDefault="005377CD" w:rsidP="00CC2FAA">
            <w:pPr>
              <w:rPr>
                <w:sz w:val="24"/>
                <w:szCs w:val="24"/>
              </w:rPr>
            </w:pPr>
            <w:r w:rsidRPr="00CD4091">
              <w:rPr>
                <w:sz w:val="24"/>
                <w:szCs w:val="24"/>
              </w:rPr>
              <w:t>Explain the mechanism of enzyme action including the active site and enzyme specificity</w:t>
            </w:r>
          </w:p>
        </w:tc>
        <w:tc>
          <w:tcPr>
            <w:tcW w:w="965" w:type="dxa"/>
          </w:tcPr>
          <w:p w:rsidR="000B4DA4" w:rsidRPr="00CD4091" w:rsidRDefault="000B4DA4" w:rsidP="00CC2FAA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0B4DA4" w:rsidRPr="00CC2FAA" w:rsidRDefault="000B4DA4" w:rsidP="00CC2FAA"/>
        </w:tc>
        <w:tc>
          <w:tcPr>
            <w:tcW w:w="816" w:type="dxa"/>
          </w:tcPr>
          <w:p w:rsidR="000B4DA4" w:rsidRPr="00CC2FAA" w:rsidRDefault="000B4DA4" w:rsidP="00CC2FAA"/>
        </w:tc>
        <w:tc>
          <w:tcPr>
            <w:tcW w:w="1095" w:type="dxa"/>
          </w:tcPr>
          <w:p w:rsidR="000B4DA4" w:rsidRPr="00CC2FAA" w:rsidRDefault="000B4DA4" w:rsidP="00CC2FAA"/>
        </w:tc>
      </w:tr>
      <w:tr w:rsidR="000B4DA4" w:rsidRPr="00CC2FAA" w:rsidTr="005F02E7">
        <w:trPr>
          <w:trHeight w:val="1270"/>
        </w:trPr>
        <w:tc>
          <w:tcPr>
            <w:tcW w:w="1242" w:type="dxa"/>
          </w:tcPr>
          <w:p w:rsidR="000B4DA4" w:rsidRPr="00CC2FAA" w:rsidRDefault="000B4DA4" w:rsidP="00CC2FAA">
            <w:r w:rsidRPr="00CC2FAA">
              <w:t>1.8</w:t>
            </w:r>
          </w:p>
        </w:tc>
        <w:tc>
          <w:tcPr>
            <w:tcW w:w="4820" w:type="dxa"/>
          </w:tcPr>
          <w:p w:rsidR="000B4DA4" w:rsidRPr="00CD4091" w:rsidRDefault="005377CD" w:rsidP="00CC2FAA">
            <w:pPr>
              <w:rPr>
                <w:sz w:val="24"/>
                <w:szCs w:val="24"/>
              </w:rPr>
            </w:pPr>
            <w:r w:rsidRPr="00CD4091">
              <w:rPr>
                <w:sz w:val="24"/>
                <w:szCs w:val="24"/>
              </w:rPr>
              <w:t>Explain how enzymes can be denatured due to changes in the shape of the active site.</w:t>
            </w:r>
          </w:p>
        </w:tc>
        <w:tc>
          <w:tcPr>
            <w:tcW w:w="965" w:type="dxa"/>
          </w:tcPr>
          <w:p w:rsidR="000B4DA4" w:rsidRPr="00CD4091" w:rsidRDefault="000B4DA4" w:rsidP="00CC2FAA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0B4DA4" w:rsidRPr="00CC2FAA" w:rsidRDefault="000B4DA4" w:rsidP="00CC2FAA"/>
        </w:tc>
        <w:tc>
          <w:tcPr>
            <w:tcW w:w="816" w:type="dxa"/>
          </w:tcPr>
          <w:p w:rsidR="000B4DA4" w:rsidRPr="00CC2FAA" w:rsidRDefault="000B4DA4" w:rsidP="00CC2FAA"/>
        </w:tc>
        <w:tc>
          <w:tcPr>
            <w:tcW w:w="1095" w:type="dxa"/>
          </w:tcPr>
          <w:p w:rsidR="000B4DA4" w:rsidRPr="00CC2FAA" w:rsidRDefault="000B4DA4" w:rsidP="00CC2FAA"/>
        </w:tc>
      </w:tr>
      <w:tr w:rsidR="000B4DA4" w:rsidRPr="00CC2FAA" w:rsidTr="005F02E7">
        <w:trPr>
          <w:trHeight w:val="1270"/>
        </w:trPr>
        <w:tc>
          <w:tcPr>
            <w:tcW w:w="1242" w:type="dxa"/>
          </w:tcPr>
          <w:p w:rsidR="000B4DA4" w:rsidRPr="00CC2FAA" w:rsidRDefault="000B4DA4" w:rsidP="00CC2FAA">
            <w:r w:rsidRPr="00CC2FAA">
              <w:t>1.9</w:t>
            </w:r>
          </w:p>
        </w:tc>
        <w:tc>
          <w:tcPr>
            <w:tcW w:w="4820" w:type="dxa"/>
          </w:tcPr>
          <w:p w:rsidR="000B4DA4" w:rsidRPr="00CD4091" w:rsidRDefault="005377CD" w:rsidP="00CC2FAA">
            <w:pPr>
              <w:rPr>
                <w:sz w:val="24"/>
                <w:szCs w:val="24"/>
              </w:rPr>
            </w:pPr>
            <w:r w:rsidRPr="00CD4091">
              <w:rPr>
                <w:color w:val="333333"/>
                <w:sz w:val="24"/>
                <w:szCs w:val="24"/>
              </w:rPr>
              <w:t>Explain the effects of temperature, substrate concentration and pH on enzyme activity.</w:t>
            </w:r>
          </w:p>
        </w:tc>
        <w:tc>
          <w:tcPr>
            <w:tcW w:w="965" w:type="dxa"/>
          </w:tcPr>
          <w:p w:rsidR="000B4DA4" w:rsidRPr="00CD4091" w:rsidRDefault="000B4DA4" w:rsidP="00CC2FAA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0B4DA4" w:rsidRPr="00CC2FAA" w:rsidRDefault="000B4DA4" w:rsidP="00CC2FAA"/>
        </w:tc>
        <w:tc>
          <w:tcPr>
            <w:tcW w:w="816" w:type="dxa"/>
          </w:tcPr>
          <w:p w:rsidR="000B4DA4" w:rsidRPr="00CC2FAA" w:rsidRDefault="000B4DA4" w:rsidP="00CC2FAA"/>
        </w:tc>
        <w:tc>
          <w:tcPr>
            <w:tcW w:w="1095" w:type="dxa"/>
          </w:tcPr>
          <w:p w:rsidR="000B4DA4" w:rsidRPr="00CC2FAA" w:rsidRDefault="000B4DA4" w:rsidP="00CC2FAA"/>
        </w:tc>
      </w:tr>
      <w:tr w:rsidR="000B4DA4" w:rsidRPr="00CC2FAA" w:rsidTr="005F02E7">
        <w:trPr>
          <w:trHeight w:val="1270"/>
        </w:trPr>
        <w:tc>
          <w:tcPr>
            <w:tcW w:w="1242" w:type="dxa"/>
          </w:tcPr>
          <w:p w:rsidR="000B4DA4" w:rsidRPr="00CC2FAA" w:rsidRDefault="005377CD" w:rsidP="00CC2FAA">
            <w:r w:rsidRPr="00CC2FAA">
              <w:t>1.10</w:t>
            </w:r>
          </w:p>
        </w:tc>
        <w:tc>
          <w:tcPr>
            <w:tcW w:w="4820" w:type="dxa"/>
          </w:tcPr>
          <w:p w:rsidR="005377CD" w:rsidRPr="00CD4091" w:rsidRDefault="005377CD" w:rsidP="00CC2FAA">
            <w:pPr>
              <w:rPr>
                <w:rFonts w:eastAsia="Times New Roman"/>
                <w:color w:val="333333"/>
                <w:sz w:val="24"/>
                <w:szCs w:val="24"/>
                <w:lang w:eastAsia="en-GB"/>
              </w:rPr>
            </w:pPr>
            <w:r w:rsidRPr="00CD4091">
              <w:rPr>
                <w:rFonts w:eastAsia="Times New Roman"/>
                <w:i/>
                <w:iCs/>
                <w:color w:val="333333"/>
                <w:sz w:val="24"/>
                <w:szCs w:val="24"/>
                <w:lang w:eastAsia="en-GB"/>
              </w:rPr>
              <w:t>Core Practical: Investigate the factors that affect enzyme activity.</w:t>
            </w:r>
          </w:p>
          <w:p w:rsidR="005377CD" w:rsidRPr="00CD4091" w:rsidRDefault="005377CD" w:rsidP="00CC2FAA">
            <w:pPr>
              <w:rPr>
                <w:rFonts w:eastAsia="Times New Roman"/>
                <w:color w:val="333333"/>
                <w:sz w:val="24"/>
                <w:szCs w:val="24"/>
                <w:lang w:eastAsia="en-GB"/>
              </w:rPr>
            </w:pPr>
            <w:r w:rsidRPr="00CD4091">
              <w:rPr>
                <w:rFonts w:eastAsia="Times New Roman"/>
                <w:color w:val="333333"/>
                <w:sz w:val="24"/>
                <w:szCs w:val="24"/>
                <w:lang w:eastAsia="en-GB"/>
              </w:rPr>
              <w:t> </w:t>
            </w:r>
          </w:p>
          <w:p w:rsidR="000B4DA4" w:rsidRPr="00CD4091" w:rsidRDefault="000B4DA4" w:rsidP="00CC2FAA">
            <w:pPr>
              <w:rPr>
                <w:sz w:val="24"/>
                <w:szCs w:val="24"/>
              </w:rPr>
            </w:pPr>
          </w:p>
        </w:tc>
        <w:tc>
          <w:tcPr>
            <w:tcW w:w="965" w:type="dxa"/>
          </w:tcPr>
          <w:p w:rsidR="000B4DA4" w:rsidRPr="00CD4091" w:rsidRDefault="000B4DA4" w:rsidP="00CC2FAA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0B4DA4" w:rsidRPr="00CC2FAA" w:rsidRDefault="000B4DA4" w:rsidP="00CC2FAA"/>
        </w:tc>
        <w:tc>
          <w:tcPr>
            <w:tcW w:w="816" w:type="dxa"/>
          </w:tcPr>
          <w:p w:rsidR="000B4DA4" w:rsidRPr="00CC2FAA" w:rsidRDefault="000B4DA4" w:rsidP="00CC2FAA"/>
        </w:tc>
        <w:tc>
          <w:tcPr>
            <w:tcW w:w="1095" w:type="dxa"/>
          </w:tcPr>
          <w:p w:rsidR="000B4DA4" w:rsidRPr="00CC2FAA" w:rsidRDefault="000B4DA4" w:rsidP="00CC2FAA"/>
        </w:tc>
      </w:tr>
      <w:tr w:rsidR="005377CD" w:rsidRPr="00CC2FAA" w:rsidTr="005F02E7">
        <w:trPr>
          <w:trHeight w:val="1270"/>
        </w:trPr>
        <w:tc>
          <w:tcPr>
            <w:tcW w:w="1242" w:type="dxa"/>
          </w:tcPr>
          <w:p w:rsidR="005377CD" w:rsidRPr="00CC2FAA" w:rsidRDefault="005377CD" w:rsidP="00CC2FAA">
            <w:r w:rsidRPr="00CC2FAA">
              <w:t>1.11</w:t>
            </w:r>
          </w:p>
        </w:tc>
        <w:tc>
          <w:tcPr>
            <w:tcW w:w="4820" w:type="dxa"/>
          </w:tcPr>
          <w:p w:rsidR="005377CD" w:rsidRPr="00CD4091" w:rsidRDefault="005377CD" w:rsidP="00CC2FAA">
            <w:pPr>
              <w:rPr>
                <w:rFonts w:eastAsia="Times New Roman"/>
                <w:iCs/>
                <w:color w:val="333333"/>
                <w:sz w:val="24"/>
                <w:szCs w:val="24"/>
                <w:lang w:eastAsia="en-GB"/>
              </w:rPr>
            </w:pPr>
            <w:r w:rsidRPr="00CD4091">
              <w:rPr>
                <w:rFonts w:eastAsia="Times New Roman"/>
                <w:iCs/>
                <w:color w:val="333333"/>
                <w:sz w:val="24"/>
                <w:szCs w:val="24"/>
                <w:lang w:eastAsia="en-GB"/>
              </w:rPr>
              <w:t>Demonstrate an understanding of rate calculations for enzyme activity.</w:t>
            </w:r>
          </w:p>
        </w:tc>
        <w:tc>
          <w:tcPr>
            <w:tcW w:w="965" w:type="dxa"/>
          </w:tcPr>
          <w:p w:rsidR="005377CD" w:rsidRPr="00CD4091" w:rsidRDefault="005377CD" w:rsidP="00CC2FAA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5377CD" w:rsidRPr="00CC2FAA" w:rsidRDefault="005377CD" w:rsidP="00CC2FAA"/>
        </w:tc>
        <w:tc>
          <w:tcPr>
            <w:tcW w:w="816" w:type="dxa"/>
          </w:tcPr>
          <w:p w:rsidR="005377CD" w:rsidRPr="00CC2FAA" w:rsidRDefault="005377CD" w:rsidP="00CC2FAA"/>
        </w:tc>
        <w:tc>
          <w:tcPr>
            <w:tcW w:w="1095" w:type="dxa"/>
          </w:tcPr>
          <w:p w:rsidR="005377CD" w:rsidRPr="00CC2FAA" w:rsidRDefault="005377CD" w:rsidP="00CC2FAA"/>
        </w:tc>
      </w:tr>
      <w:tr w:rsidR="005377CD" w:rsidRPr="00CC2FAA" w:rsidTr="005F02E7">
        <w:trPr>
          <w:trHeight w:val="1270"/>
        </w:trPr>
        <w:tc>
          <w:tcPr>
            <w:tcW w:w="1242" w:type="dxa"/>
          </w:tcPr>
          <w:p w:rsidR="005377CD" w:rsidRPr="00CC2FAA" w:rsidRDefault="005377CD" w:rsidP="00CC2FAA">
            <w:r w:rsidRPr="00CC2FAA">
              <w:t>1.12</w:t>
            </w:r>
          </w:p>
        </w:tc>
        <w:tc>
          <w:tcPr>
            <w:tcW w:w="4820" w:type="dxa"/>
          </w:tcPr>
          <w:p w:rsidR="005377CD" w:rsidRPr="00CD4091" w:rsidRDefault="0004118D" w:rsidP="00CC2FAA">
            <w:pPr>
              <w:rPr>
                <w:rFonts w:eastAsia="Times New Roman"/>
                <w:iCs/>
                <w:color w:val="333333"/>
                <w:sz w:val="24"/>
                <w:szCs w:val="24"/>
                <w:lang w:eastAsia="en-GB"/>
              </w:rPr>
            </w:pPr>
            <w:r w:rsidRPr="00CD4091">
              <w:rPr>
                <w:rFonts w:eastAsia="Times New Roman"/>
                <w:iCs/>
                <w:color w:val="333333"/>
                <w:sz w:val="24"/>
                <w:szCs w:val="24"/>
                <w:lang w:eastAsia="en-GB"/>
              </w:rPr>
              <w:t>Explain the importance of enzymes as biological catalysts in the synthesis of carbohydrates, proteins and lipids and their breakdown into sugars, amino acids and fatty acids and glycerol</w:t>
            </w:r>
          </w:p>
        </w:tc>
        <w:tc>
          <w:tcPr>
            <w:tcW w:w="965" w:type="dxa"/>
          </w:tcPr>
          <w:p w:rsidR="005377CD" w:rsidRPr="00CD4091" w:rsidRDefault="005377CD" w:rsidP="00CC2FAA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5377CD" w:rsidRPr="00CC2FAA" w:rsidRDefault="005377CD" w:rsidP="00CC2FAA"/>
        </w:tc>
        <w:tc>
          <w:tcPr>
            <w:tcW w:w="816" w:type="dxa"/>
          </w:tcPr>
          <w:p w:rsidR="005377CD" w:rsidRPr="00CC2FAA" w:rsidRDefault="005377CD" w:rsidP="00CC2FAA"/>
        </w:tc>
        <w:tc>
          <w:tcPr>
            <w:tcW w:w="1095" w:type="dxa"/>
          </w:tcPr>
          <w:p w:rsidR="005377CD" w:rsidRPr="00CC2FAA" w:rsidRDefault="005377CD" w:rsidP="00CC2FAA"/>
        </w:tc>
      </w:tr>
      <w:tr w:rsidR="005377CD" w:rsidRPr="00CC2FAA" w:rsidTr="005F02E7">
        <w:trPr>
          <w:trHeight w:val="1270"/>
        </w:trPr>
        <w:tc>
          <w:tcPr>
            <w:tcW w:w="1242" w:type="dxa"/>
          </w:tcPr>
          <w:p w:rsidR="005377CD" w:rsidRPr="00CC2FAA" w:rsidRDefault="005377CD" w:rsidP="00CC2FAA">
            <w:r w:rsidRPr="00CC2FAA">
              <w:t>1.13B</w:t>
            </w:r>
          </w:p>
        </w:tc>
        <w:tc>
          <w:tcPr>
            <w:tcW w:w="4820" w:type="dxa"/>
          </w:tcPr>
          <w:p w:rsidR="005377CD" w:rsidRPr="00CD4091" w:rsidRDefault="0004118D" w:rsidP="00CC2FAA">
            <w:pPr>
              <w:rPr>
                <w:rFonts w:eastAsia="Times New Roman"/>
                <w:i/>
                <w:iCs/>
                <w:color w:val="333333"/>
                <w:sz w:val="24"/>
                <w:szCs w:val="24"/>
                <w:lang w:eastAsia="en-GB"/>
              </w:rPr>
            </w:pPr>
            <w:r w:rsidRPr="00CD4091">
              <w:rPr>
                <w:rFonts w:eastAsia="Times New Roman"/>
                <w:i/>
                <w:iCs/>
                <w:color w:val="333333"/>
                <w:sz w:val="24"/>
                <w:szCs w:val="24"/>
                <w:lang w:eastAsia="en-GB"/>
              </w:rPr>
              <w:t>Core Practical: investigate the use of chemical reagents to identify starch, reducing sugars, proteins and fats</w:t>
            </w:r>
          </w:p>
        </w:tc>
        <w:tc>
          <w:tcPr>
            <w:tcW w:w="965" w:type="dxa"/>
          </w:tcPr>
          <w:p w:rsidR="005377CD" w:rsidRPr="00CD4091" w:rsidRDefault="005377CD" w:rsidP="00CC2FAA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5377CD" w:rsidRPr="00CC2FAA" w:rsidRDefault="005377CD" w:rsidP="00CC2FAA"/>
        </w:tc>
        <w:tc>
          <w:tcPr>
            <w:tcW w:w="816" w:type="dxa"/>
          </w:tcPr>
          <w:p w:rsidR="005377CD" w:rsidRPr="00CC2FAA" w:rsidRDefault="005377CD" w:rsidP="00CC2FAA"/>
        </w:tc>
        <w:tc>
          <w:tcPr>
            <w:tcW w:w="1095" w:type="dxa"/>
          </w:tcPr>
          <w:p w:rsidR="005377CD" w:rsidRPr="00CC2FAA" w:rsidRDefault="005377CD" w:rsidP="00CC2FAA"/>
        </w:tc>
      </w:tr>
      <w:tr w:rsidR="005377CD" w:rsidRPr="00CC2FAA" w:rsidTr="005F02E7">
        <w:trPr>
          <w:trHeight w:val="1270"/>
        </w:trPr>
        <w:tc>
          <w:tcPr>
            <w:tcW w:w="1242" w:type="dxa"/>
          </w:tcPr>
          <w:p w:rsidR="005377CD" w:rsidRPr="00CC2FAA" w:rsidRDefault="005377CD" w:rsidP="00CC2FAA">
            <w:r w:rsidRPr="00CC2FAA">
              <w:t>1.14B</w:t>
            </w:r>
          </w:p>
        </w:tc>
        <w:tc>
          <w:tcPr>
            <w:tcW w:w="4820" w:type="dxa"/>
          </w:tcPr>
          <w:p w:rsidR="005377CD" w:rsidRPr="00CD4091" w:rsidRDefault="0004118D" w:rsidP="00CC2FAA">
            <w:pPr>
              <w:rPr>
                <w:rFonts w:eastAsia="Times New Roman"/>
                <w:iCs/>
                <w:color w:val="333333"/>
                <w:sz w:val="24"/>
                <w:szCs w:val="24"/>
                <w:lang w:eastAsia="en-GB"/>
              </w:rPr>
            </w:pPr>
            <w:r w:rsidRPr="00CD4091">
              <w:rPr>
                <w:rFonts w:eastAsia="Times New Roman"/>
                <w:iCs/>
                <w:color w:val="333333"/>
                <w:sz w:val="24"/>
                <w:szCs w:val="24"/>
                <w:lang w:eastAsia="en-GB"/>
              </w:rPr>
              <w:t>Explain how energy contained in food can be measured using calorimetry</w:t>
            </w:r>
          </w:p>
        </w:tc>
        <w:tc>
          <w:tcPr>
            <w:tcW w:w="965" w:type="dxa"/>
          </w:tcPr>
          <w:p w:rsidR="005377CD" w:rsidRPr="00CD4091" w:rsidRDefault="005377CD" w:rsidP="00CC2FAA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5377CD" w:rsidRPr="00CC2FAA" w:rsidRDefault="005377CD" w:rsidP="00CC2FAA"/>
        </w:tc>
        <w:tc>
          <w:tcPr>
            <w:tcW w:w="816" w:type="dxa"/>
          </w:tcPr>
          <w:p w:rsidR="005377CD" w:rsidRPr="00CC2FAA" w:rsidRDefault="005377CD" w:rsidP="00CC2FAA"/>
        </w:tc>
        <w:tc>
          <w:tcPr>
            <w:tcW w:w="1095" w:type="dxa"/>
          </w:tcPr>
          <w:p w:rsidR="005377CD" w:rsidRPr="00CC2FAA" w:rsidRDefault="005377CD" w:rsidP="00CC2FAA"/>
        </w:tc>
      </w:tr>
      <w:tr w:rsidR="005377CD" w:rsidRPr="00CC2FAA" w:rsidTr="005F02E7">
        <w:trPr>
          <w:trHeight w:val="1270"/>
        </w:trPr>
        <w:tc>
          <w:tcPr>
            <w:tcW w:w="1242" w:type="dxa"/>
          </w:tcPr>
          <w:p w:rsidR="005377CD" w:rsidRPr="00CC2FAA" w:rsidRDefault="005377CD" w:rsidP="00CC2FAA">
            <w:r w:rsidRPr="00CC2FAA">
              <w:t>1.15</w:t>
            </w:r>
          </w:p>
        </w:tc>
        <w:tc>
          <w:tcPr>
            <w:tcW w:w="4820" w:type="dxa"/>
          </w:tcPr>
          <w:p w:rsidR="005377CD" w:rsidRPr="00CD4091" w:rsidRDefault="005377CD" w:rsidP="00CC2FAA">
            <w:pPr>
              <w:rPr>
                <w:rFonts w:eastAsia="Times New Roman"/>
                <w:i/>
                <w:iCs/>
                <w:color w:val="333333"/>
                <w:sz w:val="24"/>
                <w:szCs w:val="24"/>
                <w:lang w:eastAsia="en-GB"/>
              </w:rPr>
            </w:pPr>
            <w:r w:rsidRPr="00CD4091">
              <w:rPr>
                <w:color w:val="333333"/>
                <w:sz w:val="24"/>
                <w:szCs w:val="24"/>
              </w:rPr>
              <w:t>Explain how substances are transported by diffusion, osmosis and active transport.</w:t>
            </w:r>
          </w:p>
        </w:tc>
        <w:tc>
          <w:tcPr>
            <w:tcW w:w="965" w:type="dxa"/>
          </w:tcPr>
          <w:p w:rsidR="005377CD" w:rsidRPr="00CD4091" w:rsidRDefault="005377CD" w:rsidP="00CC2FAA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5377CD" w:rsidRPr="00CC2FAA" w:rsidRDefault="005377CD" w:rsidP="00CC2FAA"/>
        </w:tc>
        <w:tc>
          <w:tcPr>
            <w:tcW w:w="816" w:type="dxa"/>
          </w:tcPr>
          <w:p w:rsidR="005377CD" w:rsidRPr="00CC2FAA" w:rsidRDefault="005377CD" w:rsidP="00CC2FAA"/>
        </w:tc>
        <w:tc>
          <w:tcPr>
            <w:tcW w:w="1095" w:type="dxa"/>
          </w:tcPr>
          <w:p w:rsidR="005377CD" w:rsidRPr="00CC2FAA" w:rsidRDefault="005377CD" w:rsidP="00CC2FAA"/>
        </w:tc>
      </w:tr>
      <w:tr w:rsidR="005377CD" w:rsidRPr="00CC2FAA" w:rsidTr="005F02E7">
        <w:trPr>
          <w:trHeight w:val="1270"/>
        </w:trPr>
        <w:tc>
          <w:tcPr>
            <w:tcW w:w="1242" w:type="dxa"/>
          </w:tcPr>
          <w:p w:rsidR="005377CD" w:rsidRPr="00CC2FAA" w:rsidRDefault="005377CD" w:rsidP="00CC2FAA">
            <w:r w:rsidRPr="00CC2FAA">
              <w:lastRenderedPageBreak/>
              <w:t>1.16</w:t>
            </w:r>
          </w:p>
        </w:tc>
        <w:tc>
          <w:tcPr>
            <w:tcW w:w="4820" w:type="dxa"/>
          </w:tcPr>
          <w:p w:rsidR="005377CD" w:rsidRPr="00CD4091" w:rsidRDefault="005377CD" w:rsidP="00CC2FAA">
            <w:pPr>
              <w:rPr>
                <w:rFonts w:eastAsia="Times New Roman"/>
                <w:i/>
                <w:iCs/>
                <w:color w:val="333333"/>
                <w:sz w:val="24"/>
                <w:szCs w:val="24"/>
                <w:lang w:eastAsia="en-GB"/>
              </w:rPr>
            </w:pPr>
            <w:r w:rsidRPr="00CD4091">
              <w:rPr>
                <w:rFonts w:eastAsia="Times New Roman"/>
                <w:i/>
                <w:iCs/>
                <w:color w:val="333333"/>
                <w:sz w:val="24"/>
                <w:szCs w:val="24"/>
                <w:lang w:eastAsia="en-GB"/>
              </w:rPr>
              <w:t>Core Practical: Investigate osmosis in potatoes.</w:t>
            </w:r>
          </w:p>
        </w:tc>
        <w:tc>
          <w:tcPr>
            <w:tcW w:w="965" w:type="dxa"/>
          </w:tcPr>
          <w:p w:rsidR="005377CD" w:rsidRPr="00CD4091" w:rsidRDefault="005377CD" w:rsidP="00CC2FAA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5377CD" w:rsidRPr="00CC2FAA" w:rsidRDefault="005377CD" w:rsidP="00CC2FAA"/>
        </w:tc>
        <w:tc>
          <w:tcPr>
            <w:tcW w:w="816" w:type="dxa"/>
          </w:tcPr>
          <w:p w:rsidR="005377CD" w:rsidRPr="00CC2FAA" w:rsidRDefault="005377CD" w:rsidP="00CC2FAA"/>
        </w:tc>
        <w:tc>
          <w:tcPr>
            <w:tcW w:w="1095" w:type="dxa"/>
          </w:tcPr>
          <w:p w:rsidR="005377CD" w:rsidRPr="00CC2FAA" w:rsidRDefault="005377CD" w:rsidP="00CC2FAA"/>
        </w:tc>
      </w:tr>
      <w:tr w:rsidR="005655C5" w:rsidRPr="00CC2FAA" w:rsidTr="005F02E7">
        <w:tc>
          <w:tcPr>
            <w:tcW w:w="1242" w:type="dxa"/>
          </w:tcPr>
          <w:p w:rsidR="005655C5" w:rsidRPr="00CC2FAA" w:rsidRDefault="00723EBA" w:rsidP="00CC2FAA">
            <w:r w:rsidRPr="00CC2FAA">
              <w:t>1.17</w:t>
            </w:r>
          </w:p>
        </w:tc>
        <w:tc>
          <w:tcPr>
            <w:tcW w:w="4820" w:type="dxa"/>
          </w:tcPr>
          <w:p w:rsidR="005655C5" w:rsidRPr="00CD4091" w:rsidRDefault="00723EBA" w:rsidP="00CC2FAA">
            <w:pPr>
              <w:rPr>
                <w:sz w:val="24"/>
                <w:szCs w:val="24"/>
              </w:rPr>
            </w:pPr>
            <w:r w:rsidRPr="00CD4091">
              <w:rPr>
                <w:sz w:val="24"/>
                <w:szCs w:val="24"/>
              </w:rPr>
              <w:t>Calculate percentage loss of mass in osmosis</w:t>
            </w:r>
          </w:p>
          <w:p w:rsidR="00723EBA" w:rsidRPr="00CD4091" w:rsidRDefault="00723EBA" w:rsidP="00CC2FAA">
            <w:pPr>
              <w:rPr>
                <w:sz w:val="24"/>
                <w:szCs w:val="24"/>
              </w:rPr>
            </w:pPr>
          </w:p>
        </w:tc>
        <w:tc>
          <w:tcPr>
            <w:tcW w:w="965" w:type="dxa"/>
          </w:tcPr>
          <w:p w:rsidR="005655C5" w:rsidRPr="00CD4091" w:rsidRDefault="005655C5" w:rsidP="00CC2FAA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5655C5" w:rsidRPr="00CC2FAA" w:rsidRDefault="005655C5" w:rsidP="00CC2FAA"/>
        </w:tc>
        <w:tc>
          <w:tcPr>
            <w:tcW w:w="816" w:type="dxa"/>
          </w:tcPr>
          <w:p w:rsidR="005655C5" w:rsidRPr="00CC2FAA" w:rsidRDefault="005655C5" w:rsidP="00CC2FAA"/>
        </w:tc>
        <w:tc>
          <w:tcPr>
            <w:tcW w:w="1095" w:type="dxa"/>
          </w:tcPr>
          <w:p w:rsidR="005655C5" w:rsidRPr="00CC2FAA" w:rsidRDefault="005655C5" w:rsidP="00CC2FAA"/>
        </w:tc>
      </w:tr>
    </w:tbl>
    <w:p w:rsidR="00723EBA" w:rsidRPr="00CC2FAA" w:rsidRDefault="00723EBA" w:rsidP="00CC2FAA"/>
    <w:p w:rsidR="00723EBA" w:rsidRPr="00CC2FAA" w:rsidRDefault="00723EBA" w:rsidP="00CC2FAA"/>
    <w:sectPr w:rsidR="00723EBA" w:rsidRPr="00CC2FAA" w:rsidSect="005655C5">
      <w:footerReference w:type="default" r:id="rId15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DFD" w:rsidRDefault="00F91DFD" w:rsidP="00F91DFD">
      <w:pPr>
        <w:spacing w:after="0" w:line="240" w:lineRule="auto"/>
      </w:pPr>
      <w:r>
        <w:separator/>
      </w:r>
    </w:p>
  </w:endnote>
  <w:endnote w:type="continuationSeparator" w:id="0">
    <w:p w:rsidR="00F91DFD" w:rsidRDefault="00F91DFD" w:rsidP="00F91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CD5" w:rsidRDefault="003F7CD5" w:rsidP="003F7CD5">
    <w:pPr>
      <w:pStyle w:val="Footer"/>
      <w:jc w:val="right"/>
    </w:pPr>
    <w:proofErr w:type="gramStart"/>
    <w:r>
      <w:t>CB2  V1</w:t>
    </w:r>
    <w:proofErr w:type="gramEnd"/>
    <w:r>
      <w:t xml:space="preserve"> - JAR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DFD" w:rsidRDefault="00F91DFD" w:rsidP="00F91DFD">
      <w:pPr>
        <w:spacing w:after="0" w:line="240" w:lineRule="auto"/>
      </w:pPr>
      <w:r>
        <w:separator/>
      </w:r>
    </w:p>
  </w:footnote>
  <w:footnote w:type="continuationSeparator" w:id="0">
    <w:p w:rsidR="00F91DFD" w:rsidRDefault="00F91DFD" w:rsidP="00F91D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C0953"/>
    <w:multiLevelType w:val="hybridMultilevel"/>
    <w:tmpl w:val="C7A6BC30"/>
    <w:lvl w:ilvl="0" w:tplc="48E049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AB261D"/>
    <w:multiLevelType w:val="hybridMultilevel"/>
    <w:tmpl w:val="C7A6BC30"/>
    <w:lvl w:ilvl="0" w:tplc="48E049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04703"/>
    <w:multiLevelType w:val="hybridMultilevel"/>
    <w:tmpl w:val="FA0E9034"/>
    <w:lvl w:ilvl="0" w:tplc="48E049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134F4B"/>
    <w:multiLevelType w:val="hybridMultilevel"/>
    <w:tmpl w:val="67523F44"/>
    <w:lvl w:ilvl="0" w:tplc="48E049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097B50"/>
    <w:multiLevelType w:val="hybridMultilevel"/>
    <w:tmpl w:val="F604C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DFD"/>
    <w:rsid w:val="00003E51"/>
    <w:rsid w:val="0004118D"/>
    <w:rsid w:val="000B4DA4"/>
    <w:rsid w:val="00131150"/>
    <w:rsid w:val="00175DDD"/>
    <w:rsid w:val="001A6491"/>
    <w:rsid w:val="001C3B3B"/>
    <w:rsid w:val="00223F16"/>
    <w:rsid w:val="002E348D"/>
    <w:rsid w:val="00360D60"/>
    <w:rsid w:val="003839E8"/>
    <w:rsid w:val="003F7CD5"/>
    <w:rsid w:val="005377CD"/>
    <w:rsid w:val="005655C5"/>
    <w:rsid w:val="00656F2F"/>
    <w:rsid w:val="00682E48"/>
    <w:rsid w:val="006C0514"/>
    <w:rsid w:val="00713044"/>
    <w:rsid w:val="00723EBA"/>
    <w:rsid w:val="00792BB2"/>
    <w:rsid w:val="008028F9"/>
    <w:rsid w:val="00870CC7"/>
    <w:rsid w:val="00871DC2"/>
    <w:rsid w:val="00993E5A"/>
    <w:rsid w:val="00A2508F"/>
    <w:rsid w:val="00A53B86"/>
    <w:rsid w:val="00AC6001"/>
    <w:rsid w:val="00BB22C5"/>
    <w:rsid w:val="00C6407D"/>
    <w:rsid w:val="00CC2FAA"/>
    <w:rsid w:val="00CD4091"/>
    <w:rsid w:val="00D54A72"/>
    <w:rsid w:val="00E23CEB"/>
    <w:rsid w:val="00E24ACF"/>
    <w:rsid w:val="00F91DFD"/>
    <w:rsid w:val="00FF0B3B"/>
    <w:rsid w:val="00FF1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EB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1D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1DFD"/>
  </w:style>
  <w:style w:type="paragraph" w:styleId="Footer">
    <w:name w:val="footer"/>
    <w:basedOn w:val="Normal"/>
    <w:link w:val="FooterChar"/>
    <w:uiPriority w:val="99"/>
    <w:unhideWhenUsed/>
    <w:rsid w:val="00F91D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1DFD"/>
  </w:style>
  <w:style w:type="paragraph" w:styleId="BalloonText">
    <w:name w:val="Balloon Text"/>
    <w:basedOn w:val="Normal"/>
    <w:link w:val="BalloonTextChar"/>
    <w:uiPriority w:val="99"/>
    <w:semiHidden/>
    <w:unhideWhenUsed/>
    <w:rsid w:val="00F91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D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83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407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75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5377C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EB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1D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1DFD"/>
  </w:style>
  <w:style w:type="paragraph" w:styleId="Footer">
    <w:name w:val="footer"/>
    <w:basedOn w:val="Normal"/>
    <w:link w:val="FooterChar"/>
    <w:uiPriority w:val="99"/>
    <w:unhideWhenUsed/>
    <w:rsid w:val="00F91D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1DFD"/>
  </w:style>
  <w:style w:type="paragraph" w:styleId="BalloonText">
    <w:name w:val="Balloon Text"/>
    <w:basedOn w:val="Normal"/>
    <w:link w:val="BalloonTextChar"/>
    <w:uiPriority w:val="99"/>
    <w:semiHidden/>
    <w:unhideWhenUsed/>
    <w:rsid w:val="00F91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D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83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407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75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5377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1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50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73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09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47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834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655987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49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402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9003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2282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8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09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85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91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09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46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62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1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36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9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81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023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105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2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oogle.co.uk/url?sa=i&amp;rct=j&amp;q=&amp;esrc=s&amp;source=images&amp;cd=&amp;cad=rja&amp;uact=8&amp;ved=0ahUKEwiv6I6g1sfKAhVFvRoKHRFoCQwQjRwIBw&amp;url=http://www.clipartbest.com/powerpoint-check-mark-symbol&amp;psig=AFQjCNE2-K8HbMWKNvaBznntFTbUu74vpg&amp;ust=1453904435498135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829BE-8B4B-4B9A-93D4-BD4C45BFD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C071F324</Template>
  <TotalTime>2</TotalTime>
  <Pages>4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Range High School</Company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 Knowles</dc:creator>
  <cp:lastModifiedBy>J Rennison</cp:lastModifiedBy>
  <cp:revision>3</cp:revision>
  <cp:lastPrinted>2016-07-20T10:52:00Z</cp:lastPrinted>
  <dcterms:created xsi:type="dcterms:W3CDTF">2017-09-27T11:13:00Z</dcterms:created>
  <dcterms:modified xsi:type="dcterms:W3CDTF">2017-12-15T12:28:00Z</dcterms:modified>
</cp:coreProperties>
</file>